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DB2CA8" w:rsidP="00D56395">
      <w:pPr>
        <w:jc w:val="center"/>
        <w:rPr>
          <w:sz w:val="28"/>
          <w:szCs w:val="28"/>
        </w:rPr>
      </w:pPr>
      <w:r>
        <w:rPr>
          <w:sz w:val="28"/>
          <w:szCs w:val="28"/>
        </w:rPr>
        <w:t>Cotral Spa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r w:rsidR="00FC0804">
            <w:t>…………………………………………………………………………………………………….</w:t>
          </w:r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-il D. L</w:t>
      </w:r>
      <w:r w:rsidR="00785CFD">
        <w:t>gs n. 36/2023</w:t>
      </w:r>
      <w:r w:rsidR="00FF6225">
        <w:t xml:space="preserve"> Codice dei contratti pubblici;</w:t>
      </w:r>
    </w:p>
    <w:p w:rsidR="00D56395" w:rsidRPr="002D4A92" w:rsidRDefault="00D56395" w:rsidP="00D56395">
      <w:pPr>
        <w:jc w:val="both"/>
      </w:pPr>
      <w:r w:rsidRPr="002D4A92">
        <w:t>- il Piano Nazionale Anticorruzione (P.N.A.) emanato dall’Autorità Nazionale AntiCorruzione</w:t>
      </w:r>
      <w:r w:rsidR="00D10BCF" w:rsidRPr="002D4A92">
        <w:t xml:space="preserve"> ed il P</w:t>
      </w:r>
      <w:r w:rsidR="00B127D2" w:rsidRPr="002D4A92">
        <w:t>.</w:t>
      </w:r>
      <w:r w:rsidR="00D10BCF" w:rsidRPr="002D4A92">
        <w:t>T</w:t>
      </w:r>
      <w:r w:rsidR="00B127D2" w:rsidRPr="002D4A92">
        <w:t>.</w:t>
      </w:r>
      <w:r w:rsidR="00D10BCF" w:rsidRPr="002D4A92">
        <w:t>P</w:t>
      </w:r>
      <w:r w:rsidR="00B127D2" w:rsidRPr="002D4A92">
        <w:t>.</w:t>
      </w:r>
      <w:r w:rsidR="00D10BCF" w:rsidRPr="002D4A92">
        <w:t>C</w:t>
      </w:r>
      <w:r w:rsidR="00B127D2" w:rsidRPr="002D4A92">
        <w:t>.</w:t>
      </w:r>
      <w:r w:rsidR="00D10BCF" w:rsidRPr="002D4A92">
        <w:t>T</w:t>
      </w:r>
      <w:r w:rsidR="00B127D2" w:rsidRPr="002D4A92">
        <w:t>. (Programma Triennale di Prevenzione della Corruzione e della Trasparenza)</w:t>
      </w:r>
      <w:r w:rsidR="00D10BCF" w:rsidRPr="002D4A92">
        <w:t xml:space="preserve"> aziendale approvato dal C</w:t>
      </w:r>
      <w:r w:rsidR="00B127D2" w:rsidRPr="002D4A92">
        <w:t>.</w:t>
      </w:r>
      <w:r w:rsidR="00D10BCF" w:rsidRPr="002D4A92">
        <w:t>d</w:t>
      </w:r>
      <w:r w:rsidR="00B127D2" w:rsidRPr="002D4A92">
        <w:t>.</w:t>
      </w:r>
      <w:r w:rsidR="00D10BCF" w:rsidRPr="002D4A92">
        <w:t>A;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lastRenderedPageBreak/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>della Società che</w:t>
      </w:r>
      <w:r w:rsidR="009A0783" w:rsidRPr="00DB2CA8">
        <w:t>, ai fini</w:t>
      </w:r>
      <w:r w:rsidR="00950AD8" w:rsidRPr="00950AD8">
        <w:t xml:space="preserve"> </w:t>
      </w:r>
      <w:r w:rsidR="009A0783" w:rsidRPr="00950AD8">
        <w:t>d</w:t>
      </w:r>
      <w:r w:rsidR="009A0783">
        <w:t xml:space="preserve">ella partecipazione alle </w:t>
      </w:r>
      <w:r w:rsidRPr="00D56395">
        <w:t>gar</w:t>
      </w:r>
      <w:r w:rsidR="005C3999">
        <w:t>e e a</w:t>
      </w:r>
      <w:r w:rsidR="009A0783">
        <w:t>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F87FD2" w:rsidP="00D56395">
      <w:pPr>
        <w:jc w:val="both"/>
      </w:pPr>
      <w:r>
        <w:t>La S</w:t>
      </w:r>
      <w:r w:rsidR="00D56395" w:rsidRPr="00D56395">
        <w:t>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lastRenderedPageBreak/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bookmarkStart w:id="0" w:name="_GoBack"/>
          <w:r w:rsidRPr="00D56395">
            <w:t>………………….</w:t>
          </w:r>
          <w:bookmarkEnd w:id="0"/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DE6757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2D1" w:rsidRDefault="00AC42D1" w:rsidP="00D56395">
      <w:pPr>
        <w:spacing w:after="0" w:line="240" w:lineRule="auto"/>
      </w:pPr>
      <w:r>
        <w:separator/>
      </w:r>
    </w:p>
  </w:endnote>
  <w:endnote w:type="continuationSeparator" w:id="0">
    <w:p w:rsidR="00AC42D1" w:rsidRDefault="00AC42D1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2D1" w:rsidRDefault="00AC42D1" w:rsidP="00D56395">
      <w:pPr>
        <w:spacing w:after="0" w:line="240" w:lineRule="auto"/>
      </w:pPr>
      <w:r>
        <w:separator/>
      </w:r>
    </w:p>
  </w:footnote>
  <w:footnote w:type="continuationSeparator" w:id="0">
    <w:p w:rsidR="00AC42D1" w:rsidRDefault="00AC42D1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iQvqpZaYMTYXeOnILJyzh3+xoDLbpXov6G+q8G+G5p+AqO4DurD4J9hH0/p2Bcwc0JUGKCEW8tflIulDxvADEA==" w:salt="CgsKsz29HlGmhqjuC59l4Q==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1B52C9"/>
    <w:rsid w:val="00212774"/>
    <w:rsid w:val="00251DF9"/>
    <w:rsid w:val="002D4A92"/>
    <w:rsid w:val="003548D2"/>
    <w:rsid w:val="00355DCA"/>
    <w:rsid w:val="003662DF"/>
    <w:rsid w:val="003D520B"/>
    <w:rsid w:val="003E6A5E"/>
    <w:rsid w:val="00404FAE"/>
    <w:rsid w:val="004C5FE4"/>
    <w:rsid w:val="005515FF"/>
    <w:rsid w:val="005C3999"/>
    <w:rsid w:val="005E4EB8"/>
    <w:rsid w:val="006459CB"/>
    <w:rsid w:val="006570B7"/>
    <w:rsid w:val="006E0034"/>
    <w:rsid w:val="006E0F7D"/>
    <w:rsid w:val="006E23FC"/>
    <w:rsid w:val="00785CFD"/>
    <w:rsid w:val="009255E7"/>
    <w:rsid w:val="00931E99"/>
    <w:rsid w:val="00934EB3"/>
    <w:rsid w:val="00950AD8"/>
    <w:rsid w:val="009623F5"/>
    <w:rsid w:val="009A0783"/>
    <w:rsid w:val="009C00C6"/>
    <w:rsid w:val="009E2C7A"/>
    <w:rsid w:val="00A34CCE"/>
    <w:rsid w:val="00AC42D1"/>
    <w:rsid w:val="00AF1030"/>
    <w:rsid w:val="00AF4F28"/>
    <w:rsid w:val="00AF5826"/>
    <w:rsid w:val="00B050E5"/>
    <w:rsid w:val="00B127D2"/>
    <w:rsid w:val="00B21848"/>
    <w:rsid w:val="00B33679"/>
    <w:rsid w:val="00B724B5"/>
    <w:rsid w:val="00B86062"/>
    <w:rsid w:val="00BE5782"/>
    <w:rsid w:val="00C114AA"/>
    <w:rsid w:val="00C75022"/>
    <w:rsid w:val="00CD1028"/>
    <w:rsid w:val="00D10BCF"/>
    <w:rsid w:val="00D56395"/>
    <w:rsid w:val="00DA3CC6"/>
    <w:rsid w:val="00DB2CA8"/>
    <w:rsid w:val="00DC63D0"/>
    <w:rsid w:val="00DE6757"/>
    <w:rsid w:val="00E60C58"/>
    <w:rsid w:val="00E967E0"/>
    <w:rsid w:val="00E969EB"/>
    <w:rsid w:val="00F15367"/>
    <w:rsid w:val="00F214B1"/>
    <w:rsid w:val="00F73E19"/>
    <w:rsid w:val="00F87FD2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D27E93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0354D-E1A0-4DF4-8A08-9A22BBE1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E667919F</Template>
  <TotalTime>3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Schiaffini, Elisa</cp:lastModifiedBy>
  <cp:revision>6</cp:revision>
  <cp:lastPrinted>2017-04-06T11:04:00Z</cp:lastPrinted>
  <dcterms:created xsi:type="dcterms:W3CDTF">2024-03-25T13:56:00Z</dcterms:created>
  <dcterms:modified xsi:type="dcterms:W3CDTF">2024-04-10T14:43:00Z</dcterms:modified>
</cp:coreProperties>
</file>